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3250C781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D110DF">
        <w:rPr>
          <w:rFonts w:ascii="Times New Roman" w:hAnsi="Times New Roman"/>
        </w:rPr>
        <w:t>21</w:t>
      </w:r>
      <w:r w:rsidR="00BF687E">
        <w:rPr>
          <w:rFonts w:ascii="Times New Roman" w:hAnsi="Times New Roman"/>
        </w:rPr>
        <w:t>.</w:t>
      </w:r>
      <w:r w:rsidR="00D110DF">
        <w:rPr>
          <w:rFonts w:ascii="Times New Roman" w:hAnsi="Times New Roman"/>
        </w:rPr>
        <w:t>12</w:t>
      </w:r>
      <w:r w:rsidRPr="00B801C3">
        <w:rPr>
          <w:rFonts w:ascii="Times New Roman" w:hAnsi="Times New Roman"/>
        </w:rPr>
        <w:t>.202</w:t>
      </w:r>
      <w:r w:rsidR="00BF687E">
        <w:rPr>
          <w:rFonts w:ascii="Times New Roman" w:hAnsi="Times New Roman"/>
        </w:rPr>
        <w:t>3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43726E">
        <w:rPr>
          <w:rFonts w:ascii="Times New Roman" w:hAnsi="Times New Roman"/>
        </w:rPr>
        <w:t>61462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212157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212157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212157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5D0EBE7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6D68E5">
              <w:rPr>
                <w:rFonts w:ascii="Times New Roman" w:hAnsi="Times New Roman"/>
              </w:rPr>
              <w:t>Mc</w:t>
            </w:r>
            <w:r w:rsidR="004E4954">
              <w:rPr>
                <w:rFonts w:ascii="Times New Roman" w:hAnsi="Times New Roman"/>
              </w:rPr>
              <w:t>Manus</w:t>
            </w:r>
          </w:p>
        </w:tc>
      </w:tr>
      <w:tr w:rsidR="00B801C3" w:rsidRPr="00B801C3" w14:paraId="6E9216FC" w14:textId="77777777" w:rsidTr="00212157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212157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271AD2CA" w:rsidR="00B801C3" w:rsidRPr="00B801C3" w:rsidRDefault="00000000" w:rsidP="00B801C3">
            <w:pPr>
              <w:rPr>
                <w:rFonts w:ascii="Times New Roman" w:hAnsi="Times New Roman"/>
              </w:rPr>
            </w:pPr>
            <w:hyperlink r:id="rId12" w:history="1">
              <w:r w:rsidR="00B801C3" w:rsidRPr="00B801C3">
                <w:rPr>
                  <w:rStyle w:val="Hyperlink"/>
                  <w:rFonts w:ascii="Times New Roman" w:hAnsi="Times New Roman"/>
                </w:rPr>
                <w:t>andra.sokk@energia.ee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212157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212157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212157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212157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212157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995A4B" w:rsidRDefault="00B801C3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23C92C4B" w:rsidR="00B801C3" w:rsidRPr="00AE6CB7" w:rsidRDefault="00B74ED3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Stromtec OÜ</w:t>
            </w:r>
            <w:r w:rsidRPr="00AE6CB7">
              <w:rPr>
                <w:rFonts w:ascii="Times New Roman" w:hAnsi="Times New Roman"/>
              </w:rPr>
              <w:t xml:space="preserve"> poolt koostatud töö nr  </w:t>
            </w:r>
            <w:r w:rsidR="00212157">
              <w:rPr>
                <w:rFonts w:ascii="Times New Roman" w:hAnsi="Times New Roman"/>
              </w:rPr>
              <w:t>23-1</w:t>
            </w:r>
            <w:r w:rsidR="00D110DF">
              <w:rPr>
                <w:rFonts w:ascii="Times New Roman" w:hAnsi="Times New Roman"/>
              </w:rPr>
              <w:t>61</w:t>
            </w:r>
            <w:r w:rsidR="00212157" w:rsidRPr="002B6674">
              <w:rPr>
                <w:rFonts w:ascii="Times New Roman" w:hAnsi="Times New Roman"/>
              </w:rPr>
              <w:t xml:space="preserve"> </w:t>
            </w:r>
            <w:r w:rsidR="00212157">
              <w:rPr>
                <w:rFonts w:ascii="Times New Roman" w:hAnsi="Times New Roman"/>
              </w:rPr>
              <w:t>„</w:t>
            </w:r>
            <w:r w:rsidR="00D110DF">
              <w:rPr>
                <w:rFonts w:ascii="Times New Roman" w:hAnsi="Times New Roman"/>
              </w:rPr>
              <w:t xml:space="preserve">Harku tee 54, 54a ja56 kinnistute </w:t>
            </w:r>
            <w:r w:rsidR="00212157">
              <w:rPr>
                <w:rFonts w:ascii="Times New Roman" w:hAnsi="Times New Roman"/>
              </w:rPr>
              <w:t xml:space="preserve">liitumine elektrivõrguga, </w:t>
            </w:r>
            <w:r w:rsidR="00D110DF">
              <w:rPr>
                <w:rFonts w:ascii="Times New Roman" w:hAnsi="Times New Roman"/>
              </w:rPr>
              <w:t xml:space="preserve">Rannamõisa küla ja </w:t>
            </w:r>
            <w:r w:rsidR="00212157">
              <w:rPr>
                <w:rFonts w:ascii="Times New Roman" w:hAnsi="Times New Roman"/>
              </w:rPr>
              <w:t>Tabasalu alevik</w:t>
            </w:r>
            <w:r w:rsidR="00D110DF">
              <w:rPr>
                <w:rFonts w:ascii="Times New Roman" w:hAnsi="Times New Roman"/>
              </w:rPr>
              <w:t>,</w:t>
            </w:r>
            <w:r w:rsidR="00212157">
              <w:rPr>
                <w:rFonts w:ascii="Times New Roman" w:hAnsi="Times New Roman"/>
              </w:rPr>
              <w:t xml:space="preserve"> Harku vald, Harju maakond L</w:t>
            </w:r>
            <w:r w:rsidR="00D110DF">
              <w:rPr>
                <w:rFonts w:ascii="Times New Roman" w:hAnsi="Times New Roman"/>
              </w:rPr>
              <w:t>C0117 ja IP6625</w:t>
            </w:r>
            <w:r w:rsidR="00212157">
              <w:rPr>
                <w:rFonts w:ascii="Times New Roman" w:hAnsi="Times New Roman"/>
              </w:rPr>
              <w:t>“</w:t>
            </w:r>
          </w:p>
        </w:tc>
      </w:tr>
      <w:tr w:rsidR="00B801C3" w:rsidRPr="00B801C3" w14:paraId="0755177A" w14:textId="77777777" w:rsidTr="00212157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2F834A2D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353D2D">
              <w:rPr>
                <w:rFonts w:ascii="Times New Roman" w:hAnsi="Times New Roman"/>
              </w:rPr>
              <w:t>Harri Laks</w:t>
            </w:r>
          </w:p>
        </w:tc>
      </w:tr>
      <w:tr w:rsidR="00B801C3" w:rsidRPr="00B801C3" w14:paraId="58516777" w14:textId="77777777" w:rsidTr="00212157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44E2D364" w:rsidR="00B801C3" w:rsidRPr="00B801C3" w:rsidRDefault="00D110DF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B13BC0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6E7138">
              <w:rPr>
                <w:rFonts w:ascii="Times New Roman" w:hAnsi="Times New Roman"/>
              </w:rPr>
              <w:t>3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6E7138">
              <w:rPr>
                <w:rFonts w:ascii="Times New Roman" w:hAnsi="Times New Roman"/>
              </w:rPr>
              <w:t>3</w:t>
            </w:r>
            <w:r w:rsidR="000E535F" w:rsidRPr="000E535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22359</w:t>
            </w:r>
            <w:r w:rsidR="00B13BC0">
              <w:rPr>
                <w:rFonts w:ascii="Times New Roman" w:hAnsi="Times New Roman"/>
              </w:rPr>
              <w:t>-4</w:t>
            </w:r>
          </w:p>
        </w:tc>
      </w:tr>
      <w:tr w:rsidR="00B801C3" w:rsidRPr="00B801C3" w14:paraId="51E2B8BB" w14:textId="77777777" w:rsidTr="00212157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7A54DA1B" w:rsidR="00B801C3" w:rsidRPr="00B801C3" w:rsidRDefault="00F938DC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B4142">
              <w:rPr>
                <w:rFonts w:ascii="Times New Roman" w:hAnsi="Times New Roman"/>
              </w:rPr>
              <w:t xml:space="preserve">1191 Harku-Rannamõisa tee </w:t>
            </w:r>
          </w:p>
        </w:tc>
      </w:tr>
      <w:tr w:rsidR="00C77651" w:rsidRPr="00B801C3" w14:paraId="2974EED6" w14:textId="77777777" w:rsidTr="00212157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594D20B8" w:rsidR="00C77651" w:rsidRPr="009D0872" w:rsidRDefault="00C77651" w:rsidP="00C77651">
            <w:pPr>
              <w:rPr>
                <w:rFonts w:ascii="Times New Roman" w:hAnsi="Times New Roman"/>
              </w:rPr>
            </w:pPr>
            <w:r w:rsidRPr="009D0872">
              <w:rPr>
                <w:rFonts w:ascii="Times New Roman" w:hAnsi="Times New Roman"/>
              </w:rPr>
              <w:t xml:space="preserve">Katastritunnus:    </w:t>
            </w:r>
            <w:r w:rsidR="00A25999" w:rsidRPr="009D0872">
              <w:rPr>
                <w:rFonts w:ascii="Times New Roman" w:hAnsi="Times New Roman"/>
              </w:rPr>
              <w:t>19801:002:0299</w:t>
            </w:r>
          </w:p>
        </w:tc>
      </w:tr>
      <w:tr w:rsidR="00C77651" w:rsidRPr="00B801C3" w14:paraId="2799306D" w14:textId="77777777" w:rsidTr="0021215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68C65EAB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C45F0B">
              <w:rPr>
                <w:rFonts w:ascii="Times New Roman" w:hAnsi="Times New Roman"/>
              </w:rPr>
              <w:t xml:space="preserve">Harku </w:t>
            </w:r>
            <w:r w:rsidR="003E4248">
              <w:rPr>
                <w:rFonts w:ascii="Times New Roman" w:hAnsi="Times New Roman"/>
              </w:rPr>
              <w:t>vald</w:t>
            </w:r>
            <w:r w:rsidR="00BA6639">
              <w:rPr>
                <w:rFonts w:ascii="Times New Roman" w:hAnsi="Times New Roman"/>
              </w:rPr>
              <w:t>,</w:t>
            </w:r>
            <w:r w:rsidR="00E54EB8">
              <w:rPr>
                <w:rFonts w:ascii="Times New Roman" w:hAnsi="Times New Roman"/>
              </w:rPr>
              <w:t xml:space="preserve"> </w:t>
            </w:r>
            <w:r w:rsidR="00C45F0B">
              <w:rPr>
                <w:rFonts w:ascii="Times New Roman" w:hAnsi="Times New Roman"/>
              </w:rPr>
              <w:t>Rannamõisa</w:t>
            </w:r>
            <w:r w:rsidR="00AB605E">
              <w:rPr>
                <w:rFonts w:ascii="Times New Roman" w:hAnsi="Times New Roman"/>
              </w:rPr>
              <w:t xml:space="preserve"> </w:t>
            </w:r>
            <w:r w:rsidR="00E54EB8">
              <w:rPr>
                <w:rFonts w:ascii="Times New Roman" w:hAnsi="Times New Roman"/>
              </w:rPr>
              <w:t xml:space="preserve">küla, </w:t>
            </w:r>
            <w:r w:rsidR="00BA6639">
              <w:rPr>
                <w:rFonts w:ascii="Times New Roman" w:hAnsi="Times New Roman"/>
              </w:rPr>
              <w:t xml:space="preserve"> </w:t>
            </w:r>
            <w:r w:rsidR="00E65992">
              <w:rPr>
                <w:rFonts w:ascii="Times New Roman" w:hAnsi="Times New Roman"/>
              </w:rPr>
              <w:t>11191 Harku-Rannamõisa</w:t>
            </w:r>
            <w:r w:rsidR="00243817">
              <w:rPr>
                <w:rFonts w:ascii="Times New Roman" w:hAnsi="Times New Roman"/>
              </w:rPr>
              <w:t xml:space="preserve"> tee</w:t>
            </w:r>
          </w:p>
        </w:tc>
      </w:tr>
      <w:tr w:rsidR="00C77651" w:rsidRPr="00B801C3" w14:paraId="616548FD" w14:textId="77777777" w:rsidTr="0021215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6EC51992" w:rsidR="00C77651" w:rsidRPr="00534055" w:rsidRDefault="00C77651" w:rsidP="00C77651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E30B36">
              <w:rPr>
                <w:rFonts w:ascii="Times New Roman" w:hAnsi="Times New Roman"/>
              </w:rPr>
              <w:t>922815</w:t>
            </w:r>
            <w:r w:rsidR="000375A9">
              <w:rPr>
                <w:rFonts w:ascii="Times New Roman" w:hAnsi="Times New Roman"/>
              </w:rPr>
              <w:t>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21215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AD1B94C" w14:textId="79C6D5AD" w:rsidR="002E5106" w:rsidRPr="00B801C3" w:rsidRDefault="00B60550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Soovime maaüksusele ehitada</w:t>
            </w:r>
            <w:r w:rsidR="000375A9">
              <w:rPr>
                <w:rFonts w:ascii="Times New Roman" w:hAnsi="Times New Roman"/>
              </w:rPr>
              <w:t xml:space="preserve"> madalpinge</w:t>
            </w:r>
            <w:r w:rsidR="002545FF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BB6BBE">
              <w:rPr>
                <w:rFonts w:ascii="Times New Roman" w:hAnsi="Times New Roman"/>
              </w:rPr>
              <w:t xml:space="preserve">ristumine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9D0872">
              <w:rPr>
                <w:rFonts w:ascii="Times New Roman" w:hAnsi="Times New Roman"/>
              </w:rPr>
              <w:t>3,84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 xml:space="preserve">d </w:t>
            </w:r>
            <w:r w:rsidR="00470877">
              <w:rPr>
                <w:rFonts w:ascii="Times New Roman" w:hAnsi="Times New Roman"/>
              </w:rPr>
              <w:t>3</w:t>
            </w:r>
            <w:r w:rsidR="00857E2A">
              <w:rPr>
                <w:rFonts w:ascii="Times New Roman" w:hAnsi="Times New Roman"/>
              </w:rPr>
              <w:t>4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</w:tc>
      </w:tr>
      <w:tr w:rsidR="00866D30" w:rsidRPr="00B801C3" w14:paraId="6142EDBD" w14:textId="77777777" w:rsidTr="00212157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49F3BBF8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D110DF">
              <w:rPr>
                <w:rFonts w:ascii="Times New Roman" w:hAnsi="Times New Roman"/>
              </w:rPr>
              <w:t>22</w:t>
            </w:r>
            <w:r w:rsidR="00B13BC0">
              <w:rPr>
                <w:rFonts w:ascii="Times New Roman" w:hAnsi="Times New Roman"/>
              </w:rPr>
              <w:t>.1</w:t>
            </w:r>
            <w:r w:rsidR="00D110DF">
              <w:rPr>
                <w:rFonts w:ascii="Times New Roman" w:hAnsi="Times New Roman"/>
              </w:rPr>
              <w:t>1</w:t>
            </w:r>
            <w:r w:rsidR="00B13BC0">
              <w:rPr>
                <w:rFonts w:ascii="Times New Roman" w:hAnsi="Times New Roman"/>
              </w:rPr>
              <w:t>.</w:t>
            </w:r>
            <w:r w:rsidRPr="000E535F">
              <w:rPr>
                <w:rFonts w:ascii="Times New Roman" w:hAnsi="Times New Roman"/>
              </w:rPr>
              <w:t>202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570DE1A4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>/</w:t>
            </w:r>
            <w:r w:rsidR="00D110DF">
              <w:rPr>
                <w:rFonts w:ascii="Times New Roman" w:hAnsi="Times New Roman"/>
              </w:rPr>
              <w:t>22359</w:t>
            </w:r>
            <w:r w:rsidR="00B13BC0">
              <w:rPr>
                <w:rFonts w:ascii="Times New Roman" w:hAnsi="Times New Roman"/>
              </w:rPr>
              <w:t>-4</w:t>
            </w:r>
            <w:r>
              <w:rPr>
                <w:rFonts w:ascii="Times New Roman" w:hAnsi="Times New Roman"/>
              </w:rPr>
              <w:t xml:space="preserve"> 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1 fail;</w:t>
            </w:r>
          </w:p>
          <w:p w14:paraId="40C60C0B" w14:textId="3D8B7025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212157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627F" w14:textId="77777777" w:rsidR="00F7578D" w:rsidRDefault="00F7578D">
      <w:r>
        <w:separator/>
      </w:r>
    </w:p>
  </w:endnote>
  <w:endnote w:type="continuationSeparator" w:id="0">
    <w:p w14:paraId="61384D97" w14:textId="77777777" w:rsidR="00F7578D" w:rsidRDefault="00F7578D">
      <w:r>
        <w:continuationSeparator/>
      </w:r>
    </w:p>
  </w:endnote>
  <w:endnote w:type="continuationNotice" w:id="1">
    <w:p w14:paraId="1542792F" w14:textId="77777777" w:rsidR="00F7578D" w:rsidRDefault="00F757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322DA" w14:textId="77777777" w:rsidR="00F7578D" w:rsidRDefault="00F7578D">
      <w:r>
        <w:separator/>
      </w:r>
    </w:p>
  </w:footnote>
  <w:footnote w:type="continuationSeparator" w:id="0">
    <w:p w14:paraId="249E94CD" w14:textId="77777777" w:rsidR="00F7578D" w:rsidRDefault="00F7578D">
      <w:r>
        <w:continuationSeparator/>
      </w:r>
    </w:p>
  </w:footnote>
  <w:footnote w:type="continuationNotice" w:id="1">
    <w:p w14:paraId="30033C62" w14:textId="77777777" w:rsidR="00F7578D" w:rsidRDefault="00F757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375A9"/>
    <w:rsid w:val="00054211"/>
    <w:rsid w:val="00055ABF"/>
    <w:rsid w:val="00056E60"/>
    <w:rsid w:val="00057AAD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6CEA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C146B"/>
    <w:rsid w:val="001D1D06"/>
    <w:rsid w:val="001D5D29"/>
    <w:rsid w:val="001D65CC"/>
    <w:rsid w:val="001E0861"/>
    <w:rsid w:val="002006B3"/>
    <w:rsid w:val="00201F2A"/>
    <w:rsid w:val="00203B6C"/>
    <w:rsid w:val="00203FF9"/>
    <w:rsid w:val="00212157"/>
    <w:rsid w:val="00215395"/>
    <w:rsid w:val="002214F2"/>
    <w:rsid w:val="00227602"/>
    <w:rsid w:val="00232224"/>
    <w:rsid w:val="00232F6A"/>
    <w:rsid w:val="00243817"/>
    <w:rsid w:val="00244988"/>
    <w:rsid w:val="002454B3"/>
    <w:rsid w:val="00245ECA"/>
    <w:rsid w:val="002545FF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32A2"/>
    <w:rsid w:val="002D4D27"/>
    <w:rsid w:val="002E0EF7"/>
    <w:rsid w:val="002E4EB3"/>
    <w:rsid w:val="002E5106"/>
    <w:rsid w:val="002F1E80"/>
    <w:rsid w:val="003077C4"/>
    <w:rsid w:val="00313843"/>
    <w:rsid w:val="003211EB"/>
    <w:rsid w:val="00326C2D"/>
    <w:rsid w:val="0034008B"/>
    <w:rsid w:val="00353D2D"/>
    <w:rsid w:val="003551E2"/>
    <w:rsid w:val="00357C22"/>
    <w:rsid w:val="00360DB3"/>
    <w:rsid w:val="00361541"/>
    <w:rsid w:val="00373E92"/>
    <w:rsid w:val="0037535F"/>
    <w:rsid w:val="00375553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4248"/>
    <w:rsid w:val="003E6E8E"/>
    <w:rsid w:val="003F1570"/>
    <w:rsid w:val="003F5996"/>
    <w:rsid w:val="003F66A9"/>
    <w:rsid w:val="00400DD2"/>
    <w:rsid w:val="00413593"/>
    <w:rsid w:val="00415D3C"/>
    <w:rsid w:val="00430439"/>
    <w:rsid w:val="0043188C"/>
    <w:rsid w:val="00433B4A"/>
    <w:rsid w:val="0043726E"/>
    <w:rsid w:val="00470107"/>
    <w:rsid w:val="0047087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0E9E"/>
    <w:rsid w:val="005A217D"/>
    <w:rsid w:val="005A7552"/>
    <w:rsid w:val="005B2B57"/>
    <w:rsid w:val="005B4482"/>
    <w:rsid w:val="005C5F31"/>
    <w:rsid w:val="005D7A36"/>
    <w:rsid w:val="005E53E7"/>
    <w:rsid w:val="00601A66"/>
    <w:rsid w:val="00605B27"/>
    <w:rsid w:val="0061301A"/>
    <w:rsid w:val="00614E1A"/>
    <w:rsid w:val="00615D38"/>
    <w:rsid w:val="00617CB6"/>
    <w:rsid w:val="0062483F"/>
    <w:rsid w:val="00627953"/>
    <w:rsid w:val="00630E61"/>
    <w:rsid w:val="00634ACB"/>
    <w:rsid w:val="00635FAE"/>
    <w:rsid w:val="006378C4"/>
    <w:rsid w:val="006466E4"/>
    <w:rsid w:val="006644FA"/>
    <w:rsid w:val="00666D1F"/>
    <w:rsid w:val="00676A6D"/>
    <w:rsid w:val="00677233"/>
    <w:rsid w:val="006820CA"/>
    <w:rsid w:val="00682E2B"/>
    <w:rsid w:val="0068591F"/>
    <w:rsid w:val="00687933"/>
    <w:rsid w:val="006907AC"/>
    <w:rsid w:val="00694BA3"/>
    <w:rsid w:val="00697A7B"/>
    <w:rsid w:val="00697C6B"/>
    <w:rsid w:val="006A3A86"/>
    <w:rsid w:val="006B28B7"/>
    <w:rsid w:val="006B36E7"/>
    <w:rsid w:val="006B4142"/>
    <w:rsid w:val="006C3830"/>
    <w:rsid w:val="006D4B8F"/>
    <w:rsid w:val="006D68E5"/>
    <w:rsid w:val="006E4687"/>
    <w:rsid w:val="006E7138"/>
    <w:rsid w:val="006F595A"/>
    <w:rsid w:val="00704C53"/>
    <w:rsid w:val="00705226"/>
    <w:rsid w:val="007077C6"/>
    <w:rsid w:val="007142E7"/>
    <w:rsid w:val="00717079"/>
    <w:rsid w:val="00720EE5"/>
    <w:rsid w:val="00724591"/>
    <w:rsid w:val="007309B6"/>
    <w:rsid w:val="007330ED"/>
    <w:rsid w:val="0073337C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4F86"/>
    <w:rsid w:val="007A795F"/>
    <w:rsid w:val="007B15C2"/>
    <w:rsid w:val="007B5674"/>
    <w:rsid w:val="007C0443"/>
    <w:rsid w:val="007C1B49"/>
    <w:rsid w:val="007D1A90"/>
    <w:rsid w:val="007E3A05"/>
    <w:rsid w:val="007F109E"/>
    <w:rsid w:val="008029AC"/>
    <w:rsid w:val="008058E8"/>
    <w:rsid w:val="0081552F"/>
    <w:rsid w:val="0082604D"/>
    <w:rsid w:val="008447C1"/>
    <w:rsid w:val="00852619"/>
    <w:rsid w:val="00857E2A"/>
    <w:rsid w:val="008644A3"/>
    <w:rsid w:val="00864778"/>
    <w:rsid w:val="00864F9A"/>
    <w:rsid w:val="00866D30"/>
    <w:rsid w:val="00870086"/>
    <w:rsid w:val="008856FB"/>
    <w:rsid w:val="00891EC8"/>
    <w:rsid w:val="0089426A"/>
    <w:rsid w:val="008947CE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14CC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B7578"/>
    <w:rsid w:val="009B79F9"/>
    <w:rsid w:val="009C237C"/>
    <w:rsid w:val="009C29C8"/>
    <w:rsid w:val="009D0872"/>
    <w:rsid w:val="009D38F3"/>
    <w:rsid w:val="009E0870"/>
    <w:rsid w:val="009E181A"/>
    <w:rsid w:val="009E1E9E"/>
    <w:rsid w:val="009E2F0F"/>
    <w:rsid w:val="009E583D"/>
    <w:rsid w:val="009F3517"/>
    <w:rsid w:val="009F409F"/>
    <w:rsid w:val="00A05FE2"/>
    <w:rsid w:val="00A12576"/>
    <w:rsid w:val="00A17A70"/>
    <w:rsid w:val="00A21AA1"/>
    <w:rsid w:val="00A25999"/>
    <w:rsid w:val="00A25DCD"/>
    <w:rsid w:val="00A273A2"/>
    <w:rsid w:val="00A32D8A"/>
    <w:rsid w:val="00A33A60"/>
    <w:rsid w:val="00A35CDC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5E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3BC0"/>
    <w:rsid w:val="00B142A0"/>
    <w:rsid w:val="00B2470E"/>
    <w:rsid w:val="00B31B26"/>
    <w:rsid w:val="00B33B98"/>
    <w:rsid w:val="00B422E1"/>
    <w:rsid w:val="00B603AC"/>
    <w:rsid w:val="00B60550"/>
    <w:rsid w:val="00B74ED3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B6BBE"/>
    <w:rsid w:val="00BC10D7"/>
    <w:rsid w:val="00BD3A92"/>
    <w:rsid w:val="00BD48B5"/>
    <w:rsid w:val="00BE35D7"/>
    <w:rsid w:val="00BF035E"/>
    <w:rsid w:val="00BF687E"/>
    <w:rsid w:val="00BF6B6D"/>
    <w:rsid w:val="00C105EE"/>
    <w:rsid w:val="00C12177"/>
    <w:rsid w:val="00C151C9"/>
    <w:rsid w:val="00C15771"/>
    <w:rsid w:val="00C26FF0"/>
    <w:rsid w:val="00C34030"/>
    <w:rsid w:val="00C34716"/>
    <w:rsid w:val="00C44656"/>
    <w:rsid w:val="00C45F0B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75FB"/>
    <w:rsid w:val="00CA2EF7"/>
    <w:rsid w:val="00CA762F"/>
    <w:rsid w:val="00CC6B93"/>
    <w:rsid w:val="00CD3A22"/>
    <w:rsid w:val="00CD4DCF"/>
    <w:rsid w:val="00CE0278"/>
    <w:rsid w:val="00CE3F01"/>
    <w:rsid w:val="00CF1FCB"/>
    <w:rsid w:val="00CF52BA"/>
    <w:rsid w:val="00D050D5"/>
    <w:rsid w:val="00D110DF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0B36"/>
    <w:rsid w:val="00E366A1"/>
    <w:rsid w:val="00E4208D"/>
    <w:rsid w:val="00E54EB8"/>
    <w:rsid w:val="00E60DD0"/>
    <w:rsid w:val="00E62F83"/>
    <w:rsid w:val="00E65992"/>
    <w:rsid w:val="00E93AC7"/>
    <w:rsid w:val="00E93B12"/>
    <w:rsid w:val="00E96B3B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0841"/>
    <w:rsid w:val="00F15877"/>
    <w:rsid w:val="00F17779"/>
    <w:rsid w:val="00F22DFE"/>
    <w:rsid w:val="00F24004"/>
    <w:rsid w:val="00F31717"/>
    <w:rsid w:val="00F3774C"/>
    <w:rsid w:val="00F50474"/>
    <w:rsid w:val="00F516DF"/>
    <w:rsid w:val="00F55ADB"/>
    <w:rsid w:val="00F64367"/>
    <w:rsid w:val="00F735AF"/>
    <w:rsid w:val="00F7578D"/>
    <w:rsid w:val="00F9120F"/>
    <w:rsid w:val="00F938DC"/>
    <w:rsid w:val="00F94E63"/>
    <w:rsid w:val="00F97C99"/>
    <w:rsid w:val="00FA24E0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nergia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760</TotalTime>
  <Pages>1</Pages>
  <Words>317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415</cp:revision>
  <cp:lastPrinted>2022-01-11T09:20:00Z</cp:lastPrinted>
  <dcterms:created xsi:type="dcterms:W3CDTF">2022-01-10T12:44:00Z</dcterms:created>
  <dcterms:modified xsi:type="dcterms:W3CDTF">2023-12-21T06:39:00Z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